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34E" w:rsidRDefault="00816E7E" w:rsidP="00816E7E">
      <w:pPr>
        <w:pStyle w:val="Titel"/>
        <w:rPr>
          <w:lang w:val="de-DE"/>
        </w:rPr>
      </w:pPr>
      <w:r>
        <w:rPr>
          <w:lang w:val="de-DE"/>
        </w:rPr>
        <w:t>Abwesenheits- und Urlaubsliste: Bedingte Formate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28"/>
        <w:gridCol w:w="5660"/>
      </w:tblGrid>
      <w:tr w:rsidR="00816E7E" w:rsidTr="00816E7E">
        <w:tc>
          <w:tcPr>
            <w:tcW w:w="4606" w:type="dxa"/>
          </w:tcPr>
          <w:p w:rsidR="00816E7E" w:rsidRDefault="00816E7E" w:rsidP="00816E7E">
            <w:pPr>
              <w:rPr>
                <w:lang w:val="de-DE"/>
              </w:rPr>
            </w:pPr>
          </w:p>
        </w:tc>
        <w:tc>
          <w:tcPr>
            <w:tcW w:w="4606" w:type="dxa"/>
          </w:tcPr>
          <w:p w:rsidR="00816E7E" w:rsidRDefault="00816E7E" w:rsidP="00816E7E">
            <w:pPr>
              <w:rPr>
                <w:lang w:val="de-DE"/>
              </w:rPr>
            </w:pPr>
            <w:r>
              <w:rPr>
                <w:lang w:val="de-DE"/>
              </w:rPr>
              <w:t>Ihre Notizen</w:t>
            </w:r>
          </w:p>
        </w:tc>
      </w:tr>
      <w:tr w:rsidR="00816E7E" w:rsidTr="00626197">
        <w:tc>
          <w:tcPr>
            <w:tcW w:w="4606" w:type="dxa"/>
          </w:tcPr>
          <w:p w:rsidR="00816E7E" w:rsidRDefault="00816E7E" w:rsidP="00816E7E">
            <w:pPr>
              <w:pStyle w:val="AufzhlungNachberschrift"/>
            </w:pPr>
            <w:r>
              <w:t>Öffnen Sie die Datei „Bedingte Formate_1“</w:t>
            </w:r>
          </w:p>
          <w:p w:rsidR="00816E7E" w:rsidRDefault="00816E7E" w:rsidP="00816E7E">
            <w:pPr>
              <w:pStyle w:val="AufzhlungNachberschrift"/>
            </w:pPr>
            <w:r>
              <w:t>Markieren Sie auf dem Tabellenblatt „Abwesend“ den Bereich A1 bis AD6.</w:t>
            </w:r>
          </w:p>
          <w:p w:rsidR="00816E7E" w:rsidRDefault="00816E7E" w:rsidP="00816E7E">
            <w:pPr>
              <w:pStyle w:val="AufzhlungNachberschrift"/>
            </w:pPr>
            <w:r>
              <w:t>Rufen Sie auf „Bedingte Formate / Neue Regel“.</w:t>
            </w:r>
          </w:p>
          <w:p w:rsidR="00816E7E" w:rsidRDefault="00816E7E" w:rsidP="00816E7E">
            <w:pPr>
              <w:pStyle w:val="AufzhlungNachberschrift"/>
            </w:pPr>
            <w:r>
              <w:t xml:space="preserve">Markieren Sie den </w:t>
            </w:r>
            <w:r w:rsidRPr="00816E7E">
              <w:t>Zum Schluss haben Sie drei Regeln für den gleichen Bereich.</w:t>
            </w:r>
          </w:p>
          <w:p w:rsidR="00816E7E" w:rsidRDefault="00816E7E" w:rsidP="00816E7E">
            <w:pPr>
              <w:pStyle w:val="AufzhlungNachberschrift"/>
            </w:pPr>
            <w:r>
              <w:t>Welchen Regeltyp benötigen Sie? Markieren Sie rechts die richtige Regel!</w:t>
            </w:r>
          </w:p>
        </w:tc>
        <w:tc>
          <w:tcPr>
            <w:tcW w:w="4606" w:type="dxa"/>
            <w:vAlign w:val="bottom"/>
          </w:tcPr>
          <w:p w:rsidR="00816E7E" w:rsidRDefault="00816E7E" w:rsidP="00626197">
            <w:pPr>
              <w:rPr>
                <w:lang w:val="de-DE"/>
              </w:rPr>
            </w:pPr>
            <w:r>
              <w:rPr>
                <w:noProof/>
                <w:lang w:val="de-DE" w:eastAsia="de-DE" w:bidi="ar-SA"/>
              </w:rPr>
              <w:drawing>
                <wp:inline distT="0" distB="0" distL="0" distR="0" wp14:anchorId="305AD841" wp14:editId="2826FAD9">
                  <wp:extent cx="3457143" cy="1371429"/>
                  <wp:effectExtent l="0" t="0" r="0" b="63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7143" cy="137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6E7E" w:rsidTr="00816E7E">
        <w:tc>
          <w:tcPr>
            <w:tcW w:w="4606" w:type="dxa"/>
          </w:tcPr>
          <w:p w:rsidR="00816E7E" w:rsidRDefault="002867DB" w:rsidP="002867DB">
            <w:pPr>
              <w:pStyle w:val="AufzhlungNachberschrift"/>
            </w:pPr>
            <w:r>
              <w:t>Ergänzen Sie das Dialogfeld rechts – was muss in der Mitte auswählt werden?</w:t>
            </w:r>
          </w:p>
        </w:tc>
        <w:tc>
          <w:tcPr>
            <w:tcW w:w="4606" w:type="dxa"/>
          </w:tcPr>
          <w:p w:rsidR="00816E7E" w:rsidRDefault="002867DB" w:rsidP="00816E7E">
            <w:pPr>
              <w:rPr>
                <w:lang w:val="de-DE"/>
              </w:rPr>
            </w:pPr>
            <w:r>
              <w:rPr>
                <w:noProof/>
                <w:lang w:val="de-DE" w:eastAsia="de-DE" w:bidi="ar-SA"/>
              </w:rPr>
              <w:drawing>
                <wp:inline distT="0" distB="0" distL="0" distR="0" wp14:anchorId="2063D924" wp14:editId="318E0FDF">
                  <wp:extent cx="3447619" cy="628571"/>
                  <wp:effectExtent l="0" t="0" r="635" b="63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7619" cy="628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867DB" w:rsidRDefault="002867DB" w:rsidP="00816E7E">
            <w:pPr>
              <w:rPr>
                <w:lang w:val="de-DE"/>
              </w:rPr>
            </w:pPr>
          </w:p>
        </w:tc>
      </w:tr>
      <w:tr w:rsidR="002867DB" w:rsidTr="00CB413D">
        <w:trPr>
          <w:trHeight w:val="1290"/>
        </w:trPr>
        <w:tc>
          <w:tcPr>
            <w:tcW w:w="4606" w:type="dxa"/>
          </w:tcPr>
          <w:p w:rsidR="002867DB" w:rsidRDefault="002867DB" w:rsidP="002867DB">
            <w:pPr>
              <w:pStyle w:val="AufzhlungNachberschrift"/>
            </w:pPr>
            <w:r>
              <w:t>Klicken Sie dann auf „Formatieren“ – welche Formatierung wählen Sie hier?</w:t>
            </w:r>
          </w:p>
        </w:tc>
        <w:tc>
          <w:tcPr>
            <w:tcW w:w="4606" w:type="dxa"/>
          </w:tcPr>
          <w:p w:rsidR="002867DB" w:rsidRDefault="002867DB" w:rsidP="00816E7E">
            <w:pPr>
              <w:rPr>
                <w:noProof/>
                <w:lang w:val="de-DE" w:eastAsia="de-DE" w:bidi="ar-SA"/>
              </w:rPr>
            </w:pPr>
          </w:p>
        </w:tc>
      </w:tr>
      <w:tr w:rsidR="002867DB" w:rsidTr="002867DB">
        <w:trPr>
          <w:trHeight w:val="2418"/>
        </w:trPr>
        <w:tc>
          <w:tcPr>
            <w:tcW w:w="4606" w:type="dxa"/>
          </w:tcPr>
          <w:p w:rsidR="002867DB" w:rsidRDefault="002867DB" w:rsidP="002867DB">
            <w:pPr>
              <w:pStyle w:val="AufzhlungNachberschrift"/>
            </w:pPr>
            <w:r>
              <w:t>Probieren Sie aus: macht es einen Unterschied, ob Sie die Buchstaben groß oder klein eintragen?</w:t>
            </w:r>
          </w:p>
          <w:p w:rsidR="00CB413D" w:rsidRDefault="00CB413D" w:rsidP="002867DB">
            <w:pPr>
              <w:pStyle w:val="AufzhlungNachberschrift"/>
            </w:pPr>
            <w:r>
              <w:t>Probieren Sie aus: wird die Zelle auch farbig gefüllt, wenn Sie nicht nur einen Buchstaben, sondern „Urlaub“ schreiben?</w:t>
            </w:r>
          </w:p>
        </w:tc>
        <w:tc>
          <w:tcPr>
            <w:tcW w:w="4606" w:type="dxa"/>
          </w:tcPr>
          <w:p w:rsidR="002867DB" w:rsidRDefault="002867DB" w:rsidP="00816E7E">
            <w:pPr>
              <w:rPr>
                <w:noProof/>
                <w:lang w:val="de-DE" w:eastAsia="de-DE" w:bidi="ar-SA"/>
              </w:rPr>
            </w:pPr>
          </w:p>
        </w:tc>
      </w:tr>
      <w:tr w:rsidR="00CB413D" w:rsidTr="00CB413D">
        <w:trPr>
          <w:trHeight w:val="836"/>
        </w:trPr>
        <w:tc>
          <w:tcPr>
            <w:tcW w:w="4606" w:type="dxa"/>
          </w:tcPr>
          <w:p w:rsidR="00CB413D" w:rsidRDefault="00CB413D" w:rsidP="002867DB">
            <w:pPr>
              <w:pStyle w:val="AufzhlungNachberschrift"/>
            </w:pPr>
            <w:r>
              <w:t>Überlegen Sie, wie Sie den Buchstaben „unsichtbar“ machen können!</w:t>
            </w:r>
            <w:bookmarkStart w:id="0" w:name="_GoBack"/>
            <w:bookmarkEnd w:id="0"/>
          </w:p>
        </w:tc>
        <w:tc>
          <w:tcPr>
            <w:tcW w:w="4606" w:type="dxa"/>
          </w:tcPr>
          <w:p w:rsidR="00CB413D" w:rsidRDefault="00CB413D" w:rsidP="00816E7E">
            <w:pPr>
              <w:rPr>
                <w:noProof/>
                <w:lang w:val="de-DE" w:eastAsia="de-DE" w:bidi="ar-SA"/>
              </w:rPr>
            </w:pPr>
          </w:p>
        </w:tc>
      </w:tr>
    </w:tbl>
    <w:p w:rsidR="00816E7E" w:rsidRPr="00816E7E" w:rsidRDefault="00816E7E" w:rsidP="00816E7E">
      <w:pPr>
        <w:rPr>
          <w:lang w:val="de-DE"/>
        </w:rPr>
      </w:pPr>
    </w:p>
    <w:sectPr w:rsidR="00816E7E" w:rsidRPr="00816E7E" w:rsidSect="00A3024D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7DB" w:rsidRDefault="002867DB" w:rsidP="007332C1">
      <w:pPr>
        <w:spacing w:before="0" w:after="0" w:line="240" w:lineRule="auto"/>
      </w:pPr>
      <w:r>
        <w:separator/>
      </w:r>
    </w:p>
  </w:endnote>
  <w:endnote w:type="continuationSeparator" w:id="0">
    <w:p w:rsidR="002867DB" w:rsidRDefault="002867DB" w:rsidP="007332C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7DB" w:rsidRPr="00156BB8" w:rsidRDefault="002867DB">
    <w:pPr>
      <w:pStyle w:val="Fuzeile"/>
      <w:rPr>
        <w:lang w:val="de-DE"/>
      </w:rPr>
    </w:pPr>
    <w:sdt>
      <w:sdtPr>
        <w:rPr>
          <w:lang w:val="de-DE"/>
        </w:rPr>
        <w:alias w:val="Veröffentlichungsdatum"/>
        <w:tag w:val=""/>
        <w:id w:val="-475614306"/>
        <w:placeholder/>
        <w:dataBinding w:prefixMappings="xmlns:ns0='http://schemas.microsoft.com/office/2006/coverPageProps' " w:xpath="/ns0:CoverPageProperties[1]/ns0:PublishDate[1]" w:storeItemID="{55AF091B-3C7A-41E3-B477-F2FDAA23CFDA}"/>
        <w:date w:fullDate="2013-02-19T00:00:00Z">
          <w:dateFormat w:val="dd.MM.yyyy"/>
          <w:lid w:val="de-DE"/>
          <w:storeMappedDataAs w:val="dateTime"/>
          <w:calendar w:val="gregorian"/>
        </w:date>
      </w:sdtPr>
      <w:sdtContent>
        <w:r>
          <w:rPr>
            <w:lang w:val="de-DE"/>
          </w:rPr>
          <w:t>19.02.2013</w:t>
        </w:r>
      </w:sdtContent>
    </w:sdt>
    <w:r w:rsidRPr="00156BB8">
      <w:rPr>
        <w:lang w:val="de-DE"/>
      </w:rPr>
      <w:tab/>
    </w:r>
    <w:r w:rsidRPr="00156BB8">
      <w:rPr>
        <w:lang w:val="de-DE"/>
      </w:rPr>
      <w:tab/>
      <w:t xml:space="preserve">Seite </w:t>
    </w:r>
    <w:r w:rsidRPr="00156BB8">
      <w:fldChar w:fldCharType="begin"/>
    </w:r>
    <w:r w:rsidRPr="00156BB8">
      <w:rPr>
        <w:lang w:val="de-DE"/>
      </w:rPr>
      <w:instrText>PAGE  \* Arabic  \* MERGEFORMAT</w:instrText>
    </w:r>
    <w:r w:rsidRPr="00156BB8">
      <w:fldChar w:fldCharType="separate"/>
    </w:r>
    <w:r w:rsidR="00CB413D">
      <w:rPr>
        <w:noProof/>
        <w:lang w:val="de-DE"/>
      </w:rPr>
      <w:t>1</w:t>
    </w:r>
    <w:r w:rsidRPr="00156BB8">
      <w:fldChar w:fldCharType="end"/>
    </w:r>
    <w:r w:rsidRPr="00156BB8">
      <w:rPr>
        <w:lang w:val="de-DE"/>
      </w:rPr>
      <w:t xml:space="preserve"> von </w:t>
    </w:r>
    <w:r w:rsidRPr="00156BB8">
      <w:fldChar w:fldCharType="begin"/>
    </w:r>
    <w:r w:rsidRPr="00156BB8">
      <w:rPr>
        <w:lang w:val="de-DE"/>
      </w:rPr>
      <w:instrText>NUMPAGES  \* Arabic  \* MERGEFORMAT</w:instrText>
    </w:r>
    <w:r w:rsidRPr="00156BB8">
      <w:fldChar w:fldCharType="separate"/>
    </w:r>
    <w:r w:rsidR="00CB413D">
      <w:rPr>
        <w:noProof/>
        <w:lang w:val="de-DE"/>
      </w:rPr>
      <w:t>1</w:t>
    </w:r>
    <w:r w:rsidRPr="00156BB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7DB" w:rsidRDefault="002867DB" w:rsidP="007332C1">
      <w:pPr>
        <w:spacing w:before="0" w:after="0" w:line="240" w:lineRule="auto"/>
      </w:pPr>
      <w:r>
        <w:separator/>
      </w:r>
    </w:p>
  </w:footnote>
  <w:footnote w:type="continuationSeparator" w:id="0">
    <w:p w:rsidR="002867DB" w:rsidRDefault="002867DB" w:rsidP="007332C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7DB" w:rsidRDefault="002867DB">
    <w:pPr>
      <w:pStyle w:val="Kopfzeile"/>
    </w:pPr>
    <w:r>
      <w:rPr>
        <w:noProof/>
        <w:lang w:val="de-DE" w:eastAsia="de-DE" w:bidi="ar-SA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7810F7D" wp14:editId="6D3C07B9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760720" cy="281940"/>
              <wp:effectExtent l="0" t="0" r="0" b="635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0720" cy="281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67DB" w:rsidRDefault="002867DB" w:rsidP="00CB542B">
                          <w:pPr>
                            <w:tabs>
                              <w:tab w:val="right" w:pos="8505"/>
                            </w:tabs>
                            <w:spacing w:after="0" w:line="240" w:lineRule="auto"/>
                            <w:rPr>
                              <w:lang w:val="de-DE"/>
                            </w:rPr>
                          </w:pPr>
                          <w:sdt>
                            <w:sdtPr>
                              <w:rPr>
                                <w:lang w:val="de-DE"/>
                              </w:rPr>
                              <w:alias w:val="Titel"/>
                              <w:id w:val="78679243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Content>
                              <w:r>
                                <w:rPr>
                                  <w:lang w:val="de-DE"/>
                                </w:rPr>
                                <w:t>Bedingte Formate</w:t>
                              </w:r>
                            </w:sdtContent>
                          </w:sdt>
                          <w:r>
                            <w:rPr>
                              <w:lang w:val="de-DE"/>
                            </w:rPr>
                            <w:tab/>
                            <w:t>Pia Bork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0;margin-top:0;width:453.6pt;height:22.2pt;z-index:251663360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" o:allowincell="f" filled="f" stroked="f">
              <v:textbox style="mso-fit-shape-to-text:t" inset=",0,,0">
                <w:txbxContent>
                  <w:p w:rsidR="002867DB" w:rsidRDefault="002867DB" w:rsidP="00CB542B">
                    <w:pPr>
                      <w:tabs>
                        <w:tab w:val="right" w:pos="8505"/>
                      </w:tabs>
                      <w:spacing w:after="0" w:line="240" w:lineRule="auto"/>
                      <w:rPr>
                        <w:lang w:val="de-DE"/>
                      </w:rPr>
                    </w:pPr>
                    <w:sdt>
                      <w:sdtPr>
                        <w:rPr>
                          <w:lang w:val="de-DE"/>
                        </w:rPr>
                        <w:alias w:val="Titel"/>
                        <w:id w:val="78679243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Content>
                        <w:r>
                          <w:rPr>
                            <w:lang w:val="de-DE"/>
                          </w:rPr>
                          <w:t>Bedingte Formate</w:t>
                        </w:r>
                      </w:sdtContent>
                    </w:sdt>
                    <w:r>
                      <w:rPr>
                        <w:lang w:val="de-DE"/>
                      </w:rPr>
                      <w:tab/>
                      <w:t>Pia Bork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de-DE" w:eastAsia="de-DE"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330131D4" wp14:editId="4FE161F7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899795" cy="281940"/>
              <wp:effectExtent l="0" t="0" r="0" b="635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28194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867DB" w:rsidRDefault="002867DB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fldChar w:fldCharType="begin"/>
                          </w:r>
                          <w:r>
                            <w:rPr>
                              <w:lang w:val="de-DE"/>
                            </w:rPr>
                            <w:instrText xml:space="preserve"> PAGE   \* MERGEFORMAT </w:instrText>
                          </w:r>
                          <w:r>
                            <w:rPr>
                              <w:lang w:val="de-DE"/>
                            </w:rPr>
                            <w:fldChar w:fldCharType="separate"/>
                          </w:r>
                          <w:r w:rsidR="00CB413D" w:rsidRPr="00CB413D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27" type="#_x0000_t202" style="position:absolute;margin-left:0;margin-top:0;width:70.85pt;height:22.2pt;z-index:251662336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" o:allowincell="f" fillcolor="#4f81bd [3204]" stroked="f">
              <v:textbox style="mso-fit-shape-to-text:t" inset=",0,,0">
                <w:txbxContent>
                  <w:p w:rsidR="002867DB" w:rsidRDefault="002867DB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:lang w:val="de-DE"/>
                      </w:rPr>
                    </w:pPr>
                    <w:r>
                      <w:rPr>
                        <w:lang w:val="de-DE"/>
                      </w:rPr>
                      <w:fldChar w:fldCharType="begin"/>
                    </w:r>
                    <w:r>
                      <w:rPr>
                        <w:lang w:val="de-DE"/>
                      </w:rPr>
                      <w:instrText xml:space="preserve"> PAGE   \* MERGEFORMAT </w:instrText>
                    </w:r>
                    <w:r>
                      <w:rPr>
                        <w:lang w:val="de-DE"/>
                      </w:rPr>
                      <w:fldChar w:fldCharType="separate"/>
                    </w:r>
                    <w:r w:rsidR="00CB413D" w:rsidRPr="00CB413D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lang w:val="de-DE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F7D"/>
    <w:multiLevelType w:val="hybridMultilevel"/>
    <w:tmpl w:val="DC9C0D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64CD3"/>
    <w:multiLevelType w:val="hybridMultilevel"/>
    <w:tmpl w:val="E8F6EC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771E9E"/>
    <w:multiLevelType w:val="hybridMultilevel"/>
    <w:tmpl w:val="981269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E222B"/>
    <w:multiLevelType w:val="hybridMultilevel"/>
    <w:tmpl w:val="F7A060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BE5C60"/>
    <w:multiLevelType w:val="hybridMultilevel"/>
    <w:tmpl w:val="1CECF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B944FA"/>
    <w:multiLevelType w:val="hybridMultilevel"/>
    <w:tmpl w:val="F496B4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355857"/>
    <w:multiLevelType w:val="hybridMultilevel"/>
    <w:tmpl w:val="AF143A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866C6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8">
    <w:nsid w:val="57540BE4"/>
    <w:multiLevelType w:val="hybridMultilevel"/>
    <w:tmpl w:val="C52828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F80804"/>
    <w:multiLevelType w:val="hybridMultilevel"/>
    <w:tmpl w:val="5866A3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8F17D1"/>
    <w:multiLevelType w:val="multilevel"/>
    <w:tmpl w:val="4F4C8C90"/>
    <w:lvl w:ilvl="0">
      <w:start w:val="1"/>
      <w:numFmt w:val="bullet"/>
      <w:pStyle w:val="AufzhlungNachberschrif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1">
    <w:nsid w:val="7EB54523"/>
    <w:multiLevelType w:val="hybridMultilevel"/>
    <w:tmpl w:val="3B908E58"/>
    <w:lvl w:ilvl="0" w:tplc="A82E8F4C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3"/>
  </w:num>
  <w:num w:numId="9">
    <w:abstractNumId w:val="4"/>
  </w:num>
  <w:num w:numId="10">
    <w:abstractNumId w:val="11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mailMerge>
    <w:mainDocumentType w:val="formLetters"/>
    <w:dataType w:val="textFile"/>
    <w:activeRecord w:val="-1"/>
  </w:mailMerge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E7E"/>
    <w:rsid w:val="000521FB"/>
    <w:rsid w:val="00062172"/>
    <w:rsid w:val="00080BF7"/>
    <w:rsid w:val="000818A4"/>
    <w:rsid w:val="000C04E6"/>
    <w:rsid w:val="000E0649"/>
    <w:rsid w:val="000E3994"/>
    <w:rsid w:val="0010276A"/>
    <w:rsid w:val="00125B47"/>
    <w:rsid w:val="00156BB8"/>
    <w:rsid w:val="0016608D"/>
    <w:rsid w:val="00176976"/>
    <w:rsid w:val="00176F49"/>
    <w:rsid w:val="00190712"/>
    <w:rsid w:val="00192E63"/>
    <w:rsid w:val="00195BEA"/>
    <w:rsid w:val="001A6130"/>
    <w:rsid w:val="001D6C46"/>
    <w:rsid w:val="001E6E86"/>
    <w:rsid w:val="002066A1"/>
    <w:rsid w:val="00210715"/>
    <w:rsid w:val="0022422A"/>
    <w:rsid w:val="00224E46"/>
    <w:rsid w:val="0023469A"/>
    <w:rsid w:val="002503D5"/>
    <w:rsid w:val="002534E3"/>
    <w:rsid w:val="002867DB"/>
    <w:rsid w:val="00293F8E"/>
    <w:rsid w:val="002D363F"/>
    <w:rsid w:val="002E1929"/>
    <w:rsid w:val="002E5795"/>
    <w:rsid w:val="002F2D03"/>
    <w:rsid w:val="002F434E"/>
    <w:rsid w:val="00311649"/>
    <w:rsid w:val="0034142F"/>
    <w:rsid w:val="00371067"/>
    <w:rsid w:val="00394A6B"/>
    <w:rsid w:val="003A55FE"/>
    <w:rsid w:val="003B09CA"/>
    <w:rsid w:val="003C323A"/>
    <w:rsid w:val="003D2EBD"/>
    <w:rsid w:val="003D6EBA"/>
    <w:rsid w:val="003E1EF6"/>
    <w:rsid w:val="003F3AD4"/>
    <w:rsid w:val="0040089D"/>
    <w:rsid w:val="00431769"/>
    <w:rsid w:val="00437A7D"/>
    <w:rsid w:val="00454B72"/>
    <w:rsid w:val="00456E8D"/>
    <w:rsid w:val="0047646E"/>
    <w:rsid w:val="004A5459"/>
    <w:rsid w:val="004A7D22"/>
    <w:rsid w:val="004B1410"/>
    <w:rsid w:val="005413F1"/>
    <w:rsid w:val="005476FA"/>
    <w:rsid w:val="00553DB8"/>
    <w:rsid w:val="005701B0"/>
    <w:rsid w:val="00597707"/>
    <w:rsid w:val="005A57E7"/>
    <w:rsid w:val="005C622C"/>
    <w:rsid w:val="005F0065"/>
    <w:rsid w:val="006234A0"/>
    <w:rsid w:val="00626197"/>
    <w:rsid w:val="0067562D"/>
    <w:rsid w:val="00697072"/>
    <w:rsid w:val="006A75BA"/>
    <w:rsid w:val="006B6DA2"/>
    <w:rsid w:val="006D3680"/>
    <w:rsid w:val="006D4302"/>
    <w:rsid w:val="006D78A7"/>
    <w:rsid w:val="006E3842"/>
    <w:rsid w:val="006F26AA"/>
    <w:rsid w:val="006F5A52"/>
    <w:rsid w:val="00711730"/>
    <w:rsid w:val="007262B2"/>
    <w:rsid w:val="007332C1"/>
    <w:rsid w:val="00771596"/>
    <w:rsid w:val="00782ED5"/>
    <w:rsid w:val="007A1256"/>
    <w:rsid w:val="007B0A8C"/>
    <w:rsid w:val="007F059C"/>
    <w:rsid w:val="007F7B42"/>
    <w:rsid w:val="00806709"/>
    <w:rsid w:val="00816E7E"/>
    <w:rsid w:val="00820109"/>
    <w:rsid w:val="008265E4"/>
    <w:rsid w:val="008363B2"/>
    <w:rsid w:val="00857574"/>
    <w:rsid w:val="00862E55"/>
    <w:rsid w:val="00862EC7"/>
    <w:rsid w:val="0088772E"/>
    <w:rsid w:val="008A4F27"/>
    <w:rsid w:val="008C20B3"/>
    <w:rsid w:val="008C6ED1"/>
    <w:rsid w:val="008E539E"/>
    <w:rsid w:val="008F22B6"/>
    <w:rsid w:val="0090166E"/>
    <w:rsid w:val="0091662D"/>
    <w:rsid w:val="009203AD"/>
    <w:rsid w:val="009667B0"/>
    <w:rsid w:val="009A0E39"/>
    <w:rsid w:val="009E3F45"/>
    <w:rsid w:val="00A3024D"/>
    <w:rsid w:val="00A36757"/>
    <w:rsid w:val="00A40FC4"/>
    <w:rsid w:val="00A50C91"/>
    <w:rsid w:val="00AA63BD"/>
    <w:rsid w:val="00AC4E7A"/>
    <w:rsid w:val="00AF165F"/>
    <w:rsid w:val="00B02CAF"/>
    <w:rsid w:val="00B664D5"/>
    <w:rsid w:val="00B87E14"/>
    <w:rsid w:val="00B957AB"/>
    <w:rsid w:val="00BE647C"/>
    <w:rsid w:val="00C05417"/>
    <w:rsid w:val="00C15530"/>
    <w:rsid w:val="00C548D4"/>
    <w:rsid w:val="00C564FF"/>
    <w:rsid w:val="00C65DCF"/>
    <w:rsid w:val="00C8710F"/>
    <w:rsid w:val="00CA016E"/>
    <w:rsid w:val="00CB10EC"/>
    <w:rsid w:val="00CB413D"/>
    <w:rsid w:val="00CB42C6"/>
    <w:rsid w:val="00CB542B"/>
    <w:rsid w:val="00CC0C97"/>
    <w:rsid w:val="00D20BE7"/>
    <w:rsid w:val="00D348F1"/>
    <w:rsid w:val="00D46CBD"/>
    <w:rsid w:val="00D561A2"/>
    <w:rsid w:val="00D56EAC"/>
    <w:rsid w:val="00D74D89"/>
    <w:rsid w:val="00D97E63"/>
    <w:rsid w:val="00DC0213"/>
    <w:rsid w:val="00DD67F3"/>
    <w:rsid w:val="00E01E18"/>
    <w:rsid w:val="00E2784F"/>
    <w:rsid w:val="00E32FBC"/>
    <w:rsid w:val="00E53B3F"/>
    <w:rsid w:val="00E55707"/>
    <w:rsid w:val="00E65290"/>
    <w:rsid w:val="00E67CE1"/>
    <w:rsid w:val="00E7590D"/>
    <w:rsid w:val="00E868E8"/>
    <w:rsid w:val="00E974B6"/>
    <w:rsid w:val="00E97DE5"/>
    <w:rsid w:val="00EE722A"/>
    <w:rsid w:val="00EE7719"/>
    <w:rsid w:val="00EF5C1D"/>
    <w:rsid w:val="00F0231A"/>
    <w:rsid w:val="00F1016C"/>
    <w:rsid w:val="00F40ACE"/>
    <w:rsid w:val="00F52DE0"/>
    <w:rsid w:val="00F602E7"/>
    <w:rsid w:val="00F65A8F"/>
    <w:rsid w:val="00F847EC"/>
    <w:rsid w:val="00FB06CB"/>
    <w:rsid w:val="00FB1599"/>
    <w:rsid w:val="00FC19EB"/>
    <w:rsid w:val="00FC4182"/>
    <w:rsid w:val="00FC6186"/>
    <w:rsid w:val="00FE212D"/>
    <w:rsid w:val="00FE3103"/>
    <w:rsid w:val="00FE7513"/>
    <w:rsid w:val="00FF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4302"/>
    <w:rPr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D4302"/>
    <w:pPr>
      <w:numPr>
        <w:numId w:val="29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smallCaps/>
      <w:color w:val="FFFFFF" w:themeColor="background1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D4302"/>
    <w:pPr>
      <w:numPr>
        <w:ilvl w:val="1"/>
        <w:numId w:val="29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mallCaps/>
      <w:spacing w:val="15"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D4302"/>
    <w:pPr>
      <w:numPr>
        <w:ilvl w:val="2"/>
        <w:numId w:val="29"/>
      </w:num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smallCaps/>
      <w:color w:val="243F60" w:themeColor="accent1" w:themeShade="7F"/>
      <w:spacing w:val="15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D4302"/>
    <w:pPr>
      <w:numPr>
        <w:ilvl w:val="3"/>
        <w:numId w:val="29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D4302"/>
    <w:pPr>
      <w:numPr>
        <w:ilvl w:val="4"/>
        <w:numId w:val="29"/>
      </w:numPr>
      <w:pBdr>
        <w:bottom w:val="single" w:sz="6" w:space="1" w:color="4F81BD" w:themeColor="accent1"/>
      </w:pBdr>
      <w:spacing w:before="300" w:after="0"/>
      <w:outlineLvl w:val="4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6D4302"/>
    <w:pPr>
      <w:numPr>
        <w:ilvl w:val="5"/>
        <w:numId w:val="29"/>
      </w:numPr>
      <w:pBdr>
        <w:bottom w:val="dotted" w:sz="6" w:space="1" w:color="4F81BD" w:themeColor="accent1"/>
      </w:pBdr>
      <w:spacing w:before="300" w:after="0"/>
      <w:outlineLvl w:val="5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6D4302"/>
    <w:pPr>
      <w:numPr>
        <w:ilvl w:val="6"/>
        <w:numId w:val="29"/>
      </w:numPr>
      <w:spacing w:before="300" w:after="0"/>
      <w:outlineLvl w:val="6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D4302"/>
    <w:pPr>
      <w:numPr>
        <w:ilvl w:val="7"/>
        <w:numId w:val="29"/>
      </w:numPr>
      <w:spacing w:before="300" w:after="0"/>
      <w:outlineLvl w:val="7"/>
    </w:pPr>
    <w:rPr>
      <w:small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D4302"/>
    <w:pPr>
      <w:numPr>
        <w:ilvl w:val="8"/>
        <w:numId w:val="29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D4302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9"/>
    <w:qFormat/>
    <w:rsid w:val="006D4302"/>
    <w:pPr>
      <w:spacing w:before="720"/>
    </w:pPr>
    <w:rPr>
      <w:smallCaps/>
      <w:color w:val="4F81BD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"/>
    <w:rsid w:val="006D4302"/>
    <w:rPr>
      <w:smallCaps/>
      <w:color w:val="4F81BD" w:themeColor="accent1"/>
      <w:spacing w:val="10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D4302"/>
    <w:rPr>
      <w:b/>
      <w:bCs/>
      <w:smallCaps/>
      <w:color w:val="FFFFFF" w:themeColor="background1"/>
      <w:spacing w:val="15"/>
      <w:shd w:val="clear" w:color="auto" w:fill="4F81BD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D4302"/>
    <w:rPr>
      <w:smallCaps/>
      <w:spacing w:val="15"/>
      <w:shd w:val="clear" w:color="auto" w:fill="DBE5F1" w:themeFill="accent1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D4302"/>
    <w:rPr>
      <w:smallCaps/>
      <w:color w:val="243F60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D4302"/>
    <w:rPr>
      <w:smallCaps/>
      <w:color w:val="365F91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D4302"/>
    <w:rPr>
      <w:smallCaps/>
      <w:color w:val="365F91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6D4302"/>
    <w:rPr>
      <w:smallCaps/>
      <w:color w:val="365F91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6D4302"/>
    <w:rPr>
      <w:smallCaps/>
      <w:color w:val="365F91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D4302"/>
    <w:rPr>
      <w:small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D4302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D4302"/>
    <w:rPr>
      <w:b/>
      <w:bCs/>
      <w:color w:val="365F91" w:themeColor="accent1" w:themeShade="BF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D4302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D4302"/>
    <w:rPr>
      <w:caps/>
      <w:color w:val="595959" w:themeColor="text1" w:themeTint="A6"/>
      <w:spacing w:val="10"/>
      <w:sz w:val="24"/>
      <w:szCs w:val="24"/>
    </w:rPr>
  </w:style>
  <w:style w:type="character" w:styleId="Fett">
    <w:name w:val="Strong"/>
    <w:uiPriority w:val="22"/>
    <w:qFormat/>
    <w:rsid w:val="006D4302"/>
    <w:rPr>
      <w:b/>
      <w:bCs/>
    </w:rPr>
  </w:style>
  <w:style w:type="character" w:styleId="Hervorhebung">
    <w:name w:val="Emphasis"/>
    <w:uiPriority w:val="20"/>
    <w:qFormat/>
    <w:rsid w:val="006D4302"/>
    <w:rPr>
      <w:caps/>
      <w:color w:val="243F60" w:themeColor="accent1" w:themeShade="7F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6D4302"/>
    <w:pPr>
      <w:spacing w:before="0"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6D4302"/>
    <w:rPr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6D4302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6D4302"/>
    <w:rPr>
      <w:i/>
      <w:iCs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D4302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D4302"/>
    <w:rPr>
      <w:i/>
      <w:iCs/>
      <w:color w:val="4F81BD" w:themeColor="accent1"/>
      <w:sz w:val="20"/>
      <w:szCs w:val="20"/>
    </w:rPr>
  </w:style>
  <w:style w:type="character" w:styleId="SchwacheHervorhebung">
    <w:name w:val="Subtle Emphasis"/>
    <w:uiPriority w:val="19"/>
    <w:qFormat/>
    <w:rsid w:val="006D4302"/>
    <w:rPr>
      <w:i/>
      <w:iCs/>
      <w:color w:val="243F60" w:themeColor="accent1" w:themeShade="7F"/>
    </w:rPr>
  </w:style>
  <w:style w:type="character" w:styleId="IntensiveHervorhebung">
    <w:name w:val="Intense Emphasis"/>
    <w:uiPriority w:val="21"/>
    <w:qFormat/>
    <w:rsid w:val="006D4302"/>
    <w:rPr>
      <w:b/>
      <w:bCs/>
      <w:caps/>
      <w:color w:val="243F60" w:themeColor="accent1" w:themeShade="7F"/>
      <w:spacing w:val="10"/>
    </w:rPr>
  </w:style>
  <w:style w:type="character" w:styleId="SchwacherVerweis">
    <w:name w:val="Subtle Reference"/>
    <w:uiPriority w:val="31"/>
    <w:qFormat/>
    <w:rsid w:val="006D4302"/>
    <w:rPr>
      <w:b/>
      <w:bCs/>
      <w:color w:val="4F81BD" w:themeColor="accent1"/>
    </w:rPr>
  </w:style>
  <w:style w:type="character" w:styleId="IntensiverVerweis">
    <w:name w:val="Intense Reference"/>
    <w:uiPriority w:val="32"/>
    <w:qFormat/>
    <w:rsid w:val="006D4302"/>
    <w:rPr>
      <w:b/>
      <w:bCs/>
      <w:i/>
      <w:iCs/>
      <w:caps/>
      <w:color w:val="4F81BD" w:themeColor="accent1"/>
    </w:rPr>
  </w:style>
  <w:style w:type="character" w:styleId="Buchtitel">
    <w:name w:val="Book Title"/>
    <w:uiPriority w:val="33"/>
    <w:qFormat/>
    <w:rsid w:val="006D4302"/>
    <w:rPr>
      <w:b/>
      <w:bCs/>
      <w:i/>
      <w:iCs/>
      <w:spacing w:val="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4302"/>
    <w:pPr>
      <w:numPr>
        <w:numId w:val="0"/>
      </w:num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6D430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4302"/>
    <w:rPr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6D430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4302"/>
    <w:rPr>
      <w:sz w:val="20"/>
      <w:szCs w:val="20"/>
    </w:rPr>
  </w:style>
  <w:style w:type="character" w:styleId="Seitenzahl">
    <w:name w:val="page number"/>
    <w:basedOn w:val="Absatz-Standardschriftart"/>
    <w:uiPriority w:val="99"/>
    <w:unhideWhenUsed/>
    <w:rsid w:val="006D4302"/>
    <w:rPr>
      <w:rFonts w:eastAsiaTheme="minorEastAsia" w:cstheme="minorBidi"/>
      <w:bCs w:val="0"/>
      <w:iCs w:val="0"/>
      <w:szCs w:val="22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D430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D4302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D430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D430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D430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43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4302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6D4302"/>
    <w:rPr>
      <w:color w:val="808080"/>
    </w:rPr>
  </w:style>
  <w:style w:type="paragraph" w:customStyle="1" w:styleId="AufzhlungNachberschrift">
    <w:name w:val="AufzählungNachÜberschrift"/>
    <w:basedOn w:val="Listenabsatz"/>
    <w:qFormat/>
    <w:rsid w:val="006D4302"/>
    <w:pPr>
      <w:numPr>
        <w:numId w:val="30"/>
      </w:numPr>
      <w:tabs>
        <w:tab w:val="right" w:pos="7938"/>
      </w:tabs>
    </w:pPr>
    <w:rPr>
      <w:lang w:val="de-DE"/>
    </w:rPr>
  </w:style>
  <w:style w:type="table" w:styleId="Tabellenraster">
    <w:name w:val="Table Grid"/>
    <w:basedOn w:val="NormaleTabelle"/>
    <w:uiPriority w:val="59"/>
    <w:rsid w:val="00816E7E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4302"/>
    <w:rPr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D4302"/>
    <w:pPr>
      <w:numPr>
        <w:numId w:val="29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smallCaps/>
      <w:color w:val="FFFFFF" w:themeColor="background1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D4302"/>
    <w:pPr>
      <w:numPr>
        <w:ilvl w:val="1"/>
        <w:numId w:val="29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mallCaps/>
      <w:spacing w:val="15"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D4302"/>
    <w:pPr>
      <w:numPr>
        <w:ilvl w:val="2"/>
        <w:numId w:val="29"/>
      </w:num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smallCaps/>
      <w:color w:val="243F60" w:themeColor="accent1" w:themeShade="7F"/>
      <w:spacing w:val="15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D4302"/>
    <w:pPr>
      <w:numPr>
        <w:ilvl w:val="3"/>
        <w:numId w:val="29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6D4302"/>
    <w:pPr>
      <w:numPr>
        <w:ilvl w:val="4"/>
        <w:numId w:val="29"/>
      </w:numPr>
      <w:pBdr>
        <w:bottom w:val="single" w:sz="6" w:space="1" w:color="4F81BD" w:themeColor="accent1"/>
      </w:pBdr>
      <w:spacing w:before="300" w:after="0"/>
      <w:outlineLvl w:val="4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6D4302"/>
    <w:pPr>
      <w:numPr>
        <w:ilvl w:val="5"/>
        <w:numId w:val="29"/>
      </w:numPr>
      <w:pBdr>
        <w:bottom w:val="dotted" w:sz="6" w:space="1" w:color="4F81BD" w:themeColor="accent1"/>
      </w:pBdr>
      <w:spacing w:before="300" w:after="0"/>
      <w:outlineLvl w:val="5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6D4302"/>
    <w:pPr>
      <w:numPr>
        <w:ilvl w:val="6"/>
        <w:numId w:val="29"/>
      </w:numPr>
      <w:spacing w:before="300" w:after="0"/>
      <w:outlineLvl w:val="6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D4302"/>
    <w:pPr>
      <w:numPr>
        <w:ilvl w:val="7"/>
        <w:numId w:val="29"/>
      </w:numPr>
      <w:spacing w:before="300" w:after="0"/>
      <w:outlineLvl w:val="7"/>
    </w:pPr>
    <w:rPr>
      <w:small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D4302"/>
    <w:pPr>
      <w:numPr>
        <w:ilvl w:val="8"/>
        <w:numId w:val="29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D4302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9"/>
    <w:qFormat/>
    <w:rsid w:val="006D4302"/>
    <w:pPr>
      <w:spacing w:before="720"/>
    </w:pPr>
    <w:rPr>
      <w:smallCaps/>
      <w:color w:val="4F81BD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"/>
    <w:rsid w:val="006D4302"/>
    <w:rPr>
      <w:smallCaps/>
      <w:color w:val="4F81BD" w:themeColor="accent1"/>
      <w:spacing w:val="10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D4302"/>
    <w:rPr>
      <w:b/>
      <w:bCs/>
      <w:smallCaps/>
      <w:color w:val="FFFFFF" w:themeColor="background1"/>
      <w:spacing w:val="15"/>
      <w:shd w:val="clear" w:color="auto" w:fill="4F81BD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D4302"/>
    <w:rPr>
      <w:smallCaps/>
      <w:spacing w:val="15"/>
      <w:shd w:val="clear" w:color="auto" w:fill="DBE5F1" w:themeFill="accent1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D4302"/>
    <w:rPr>
      <w:smallCaps/>
      <w:color w:val="243F60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D4302"/>
    <w:rPr>
      <w:smallCaps/>
      <w:color w:val="365F91" w:themeColor="accent1" w:themeShade="BF"/>
      <w:spacing w:val="10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D4302"/>
    <w:rPr>
      <w:smallCaps/>
      <w:color w:val="365F91" w:themeColor="accent1" w:themeShade="BF"/>
      <w:spacing w:val="1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6D4302"/>
    <w:rPr>
      <w:smallCaps/>
      <w:color w:val="365F91" w:themeColor="accent1" w:themeShade="BF"/>
      <w:spacing w:val="1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6D4302"/>
    <w:rPr>
      <w:smallCaps/>
      <w:color w:val="365F91" w:themeColor="accent1" w:themeShade="BF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D4302"/>
    <w:rPr>
      <w:smallCaps/>
      <w:spacing w:val="10"/>
      <w:sz w:val="18"/>
      <w:szCs w:val="1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D4302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6D4302"/>
    <w:rPr>
      <w:b/>
      <w:bCs/>
      <w:color w:val="365F91" w:themeColor="accent1" w:themeShade="BF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D4302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D4302"/>
    <w:rPr>
      <w:caps/>
      <w:color w:val="595959" w:themeColor="text1" w:themeTint="A6"/>
      <w:spacing w:val="10"/>
      <w:sz w:val="24"/>
      <w:szCs w:val="24"/>
    </w:rPr>
  </w:style>
  <w:style w:type="character" w:styleId="Fett">
    <w:name w:val="Strong"/>
    <w:uiPriority w:val="22"/>
    <w:qFormat/>
    <w:rsid w:val="006D4302"/>
    <w:rPr>
      <w:b/>
      <w:bCs/>
    </w:rPr>
  </w:style>
  <w:style w:type="character" w:styleId="Hervorhebung">
    <w:name w:val="Emphasis"/>
    <w:uiPriority w:val="20"/>
    <w:qFormat/>
    <w:rsid w:val="006D4302"/>
    <w:rPr>
      <w:caps/>
      <w:color w:val="243F60" w:themeColor="accent1" w:themeShade="7F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6D4302"/>
    <w:pPr>
      <w:spacing w:before="0"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6D4302"/>
    <w:rPr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6D4302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6D4302"/>
    <w:rPr>
      <w:i/>
      <w:iCs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D4302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D4302"/>
    <w:rPr>
      <w:i/>
      <w:iCs/>
      <w:color w:val="4F81BD" w:themeColor="accent1"/>
      <w:sz w:val="20"/>
      <w:szCs w:val="20"/>
    </w:rPr>
  </w:style>
  <w:style w:type="character" w:styleId="SchwacheHervorhebung">
    <w:name w:val="Subtle Emphasis"/>
    <w:uiPriority w:val="19"/>
    <w:qFormat/>
    <w:rsid w:val="006D4302"/>
    <w:rPr>
      <w:i/>
      <w:iCs/>
      <w:color w:val="243F60" w:themeColor="accent1" w:themeShade="7F"/>
    </w:rPr>
  </w:style>
  <w:style w:type="character" w:styleId="IntensiveHervorhebung">
    <w:name w:val="Intense Emphasis"/>
    <w:uiPriority w:val="21"/>
    <w:qFormat/>
    <w:rsid w:val="006D4302"/>
    <w:rPr>
      <w:b/>
      <w:bCs/>
      <w:caps/>
      <w:color w:val="243F60" w:themeColor="accent1" w:themeShade="7F"/>
      <w:spacing w:val="10"/>
    </w:rPr>
  </w:style>
  <w:style w:type="character" w:styleId="SchwacherVerweis">
    <w:name w:val="Subtle Reference"/>
    <w:uiPriority w:val="31"/>
    <w:qFormat/>
    <w:rsid w:val="006D4302"/>
    <w:rPr>
      <w:b/>
      <w:bCs/>
      <w:color w:val="4F81BD" w:themeColor="accent1"/>
    </w:rPr>
  </w:style>
  <w:style w:type="character" w:styleId="IntensiverVerweis">
    <w:name w:val="Intense Reference"/>
    <w:uiPriority w:val="32"/>
    <w:qFormat/>
    <w:rsid w:val="006D4302"/>
    <w:rPr>
      <w:b/>
      <w:bCs/>
      <w:i/>
      <w:iCs/>
      <w:caps/>
      <w:color w:val="4F81BD" w:themeColor="accent1"/>
    </w:rPr>
  </w:style>
  <w:style w:type="character" w:styleId="Buchtitel">
    <w:name w:val="Book Title"/>
    <w:uiPriority w:val="33"/>
    <w:qFormat/>
    <w:rsid w:val="006D4302"/>
    <w:rPr>
      <w:b/>
      <w:bCs/>
      <w:i/>
      <w:iCs/>
      <w:spacing w:val="9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6D4302"/>
    <w:pPr>
      <w:numPr>
        <w:numId w:val="0"/>
      </w:num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6D430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4302"/>
    <w:rPr>
      <w:sz w:val="20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6D430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4302"/>
    <w:rPr>
      <w:sz w:val="20"/>
      <w:szCs w:val="20"/>
    </w:rPr>
  </w:style>
  <w:style w:type="character" w:styleId="Seitenzahl">
    <w:name w:val="page number"/>
    <w:basedOn w:val="Absatz-Standardschriftart"/>
    <w:uiPriority w:val="99"/>
    <w:unhideWhenUsed/>
    <w:rsid w:val="006D4302"/>
    <w:rPr>
      <w:rFonts w:eastAsiaTheme="minorEastAsia" w:cstheme="minorBidi"/>
      <w:bCs w:val="0"/>
      <w:iCs w:val="0"/>
      <w:szCs w:val="22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D430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D4302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D430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D430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D430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430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4302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6D4302"/>
    <w:rPr>
      <w:color w:val="808080"/>
    </w:rPr>
  </w:style>
  <w:style w:type="paragraph" w:customStyle="1" w:styleId="AufzhlungNachberschrift">
    <w:name w:val="AufzählungNachÜberschrift"/>
    <w:basedOn w:val="Listenabsatz"/>
    <w:qFormat/>
    <w:rsid w:val="006D4302"/>
    <w:pPr>
      <w:numPr>
        <w:numId w:val="30"/>
      </w:numPr>
      <w:tabs>
        <w:tab w:val="right" w:pos="7938"/>
      </w:tabs>
    </w:pPr>
    <w:rPr>
      <w:lang w:val="de-DE"/>
    </w:rPr>
  </w:style>
  <w:style w:type="table" w:styleId="Tabellenraster">
    <w:name w:val="Table Grid"/>
    <w:basedOn w:val="NormaleTabelle"/>
    <w:uiPriority w:val="59"/>
    <w:rsid w:val="00816E7E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orlagen\Skript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2013-02-19T00:00:00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6B916C8-860C-4103-9705-1BA2F9774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Skript.dotx</Template>
  <TotalTime>0</TotalTime>
  <Pages>1</Pages>
  <Words>112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Bedingte Formate</vt:lpstr>
    </vt:vector>
  </TitlesOfParts>
  <Company>Office Training München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Bedingte Formate</dc:title>
  <dc:creator>Pia Bork</dc:creator>
  <cp:lastModifiedBy>Pia Bork</cp:lastModifiedBy>
  <cp:revision>1</cp:revision>
  <dcterms:created xsi:type="dcterms:W3CDTF">2013-02-19T19:53:00Z</dcterms:created>
  <dcterms:modified xsi:type="dcterms:W3CDTF">2013-02-19T20:02:00Z</dcterms:modified>
</cp:coreProperties>
</file>